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24D1400">
      <w:pPr>
        <w:pStyle w:val="2"/>
        <w:jc w:val="center"/>
      </w:pPr>
      <w:r>
        <w:rPr>
          <w:rFonts w:hint="eastAsia"/>
        </w:rPr>
        <w:t>债权申报人地址及联系方式确认书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0"/>
        <w:gridCol w:w="6252"/>
      </w:tblGrid>
      <w:tr w14:paraId="5CD5CA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2270" w:type="dxa"/>
            <w:tcBorders>
              <w:top w:val="single" w:color="auto" w:sz="4" w:space="0"/>
            </w:tcBorders>
            <w:vAlign w:val="center"/>
          </w:tcPr>
          <w:p w14:paraId="48F4EB77">
            <w:pPr>
              <w:spacing w:line="480" w:lineRule="auto"/>
              <w:jc w:val="center"/>
              <w:rPr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债</w:t>
            </w:r>
            <w:r>
              <w:rPr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权</w:t>
            </w:r>
            <w:r>
              <w:rPr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人</w:t>
            </w:r>
          </w:p>
        </w:tc>
        <w:tc>
          <w:tcPr>
            <w:tcW w:w="6252" w:type="dxa"/>
            <w:tcBorders>
              <w:top w:val="single" w:color="auto" w:sz="4" w:space="0"/>
            </w:tcBorders>
          </w:tcPr>
          <w:p w14:paraId="267D064E">
            <w:pPr>
              <w:spacing w:line="480" w:lineRule="auto"/>
              <w:rPr>
                <w:kern w:val="0"/>
                <w:sz w:val="24"/>
                <w:szCs w:val="24"/>
              </w:rPr>
            </w:pPr>
          </w:p>
        </w:tc>
      </w:tr>
      <w:tr w14:paraId="7273B2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270" w:type="dxa"/>
            <w:vAlign w:val="center"/>
          </w:tcPr>
          <w:p w14:paraId="67E6EF53">
            <w:pPr>
              <w:spacing w:line="480" w:lineRule="auto"/>
              <w:jc w:val="center"/>
              <w:rPr>
                <w:rFonts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开户银行</w:t>
            </w:r>
          </w:p>
          <w:p w14:paraId="664F3563">
            <w:pPr>
              <w:spacing w:line="480" w:lineRule="auto"/>
              <w:jc w:val="center"/>
              <w:rPr>
                <w:rFonts w:hint="eastAsia" w:eastAsia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  <w:lang w:eastAsia="zh-CN"/>
              </w:rPr>
              <w:t>（仅限债权人自有银行账户）</w:t>
            </w:r>
          </w:p>
        </w:tc>
        <w:tc>
          <w:tcPr>
            <w:tcW w:w="6252" w:type="dxa"/>
          </w:tcPr>
          <w:p w14:paraId="51CD434A">
            <w:pPr>
              <w:spacing w:line="480" w:lineRule="auto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户名：</w:t>
            </w:r>
          </w:p>
          <w:p w14:paraId="7369B351">
            <w:pPr>
              <w:spacing w:line="480" w:lineRule="auto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开户银行：</w:t>
            </w:r>
            <w:bookmarkStart w:id="0" w:name="_GoBack"/>
            <w:bookmarkEnd w:id="0"/>
          </w:p>
          <w:p w14:paraId="55B38526">
            <w:pPr>
              <w:spacing w:line="480" w:lineRule="auto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账号：</w:t>
            </w:r>
          </w:p>
        </w:tc>
      </w:tr>
      <w:tr w14:paraId="135A53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0" w:hRule="atLeast"/>
        </w:trPr>
        <w:tc>
          <w:tcPr>
            <w:tcW w:w="2270" w:type="dxa"/>
            <w:vAlign w:val="center"/>
          </w:tcPr>
          <w:p w14:paraId="4E29ABC5">
            <w:pPr>
              <w:spacing w:line="480" w:lineRule="auto"/>
              <w:jc w:val="center"/>
              <w:rPr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债权人提供的地址及联系方式</w:t>
            </w:r>
          </w:p>
        </w:tc>
        <w:tc>
          <w:tcPr>
            <w:tcW w:w="6252" w:type="dxa"/>
          </w:tcPr>
          <w:p w14:paraId="0E6EE30A">
            <w:pPr>
              <w:spacing w:line="480" w:lineRule="auto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地址：</w:t>
            </w:r>
          </w:p>
          <w:p w14:paraId="59EDB7B6">
            <w:pPr>
              <w:spacing w:line="480" w:lineRule="auto"/>
              <w:rPr>
                <w:kern w:val="0"/>
                <w:sz w:val="24"/>
                <w:szCs w:val="24"/>
              </w:rPr>
            </w:pPr>
          </w:p>
          <w:p w14:paraId="1B67A033">
            <w:pPr>
              <w:spacing w:line="480" w:lineRule="auto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邮编：</w:t>
            </w:r>
          </w:p>
          <w:p w14:paraId="63FEE481">
            <w:pPr>
              <w:spacing w:line="480" w:lineRule="auto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联系人：</w:t>
            </w:r>
          </w:p>
          <w:p w14:paraId="64A90B44">
            <w:pPr>
              <w:spacing w:line="480" w:lineRule="auto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电话（移动电话）：</w:t>
            </w:r>
          </w:p>
          <w:p w14:paraId="0B0939E3">
            <w:pPr>
              <w:spacing w:line="480" w:lineRule="auto"/>
              <w:rPr>
                <w:rFonts w:hint="default" w:eastAsia="宋体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u w:val="none"/>
              </w:rPr>
              <w:t>电子邮箱</w:t>
            </w:r>
            <w:r>
              <w:rPr>
                <w:rFonts w:hint="eastAsia"/>
                <w:kern w:val="0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/>
                <w:kern w:val="0"/>
                <w:sz w:val="24"/>
                <w:szCs w:val="24"/>
                <w:u w:val="none"/>
                <w:lang w:val="en-US" w:eastAsia="zh-CN"/>
              </w:rPr>
              <w:t>必填</w:t>
            </w:r>
            <w:r>
              <w:rPr>
                <w:rFonts w:hint="eastAsia"/>
                <w:kern w:val="0"/>
                <w:sz w:val="24"/>
                <w:szCs w:val="24"/>
                <w:u w:val="none"/>
                <w:lang w:eastAsia="zh-CN"/>
              </w:rPr>
              <w:t>）</w:t>
            </w:r>
            <w:r>
              <w:rPr>
                <w:rFonts w:hint="eastAsia"/>
                <w:kern w:val="0"/>
                <w:sz w:val="24"/>
                <w:szCs w:val="24"/>
                <w:u w:val="none"/>
              </w:rPr>
              <w:t>：</w:t>
            </w:r>
            <w:r>
              <w:rPr>
                <w:rFonts w:hint="eastAsia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</w:t>
            </w:r>
          </w:p>
          <w:p w14:paraId="794B2F2A">
            <w:pPr>
              <w:spacing w:line="480" w:lineRule="auto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其他联系方式：</w:t>
            </w:r>
          </w:p>
        </w:tc>
      </w:tr>
      <w:tr w14:paraId="3907E3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70" w:type="dxa"/>
            <w:vAlign w:val="center"/>
          </w:tcPr>
          <w:p w14:paraId="42F47EA3">
            <w:pPr>
              <w:spacing w:line="480" w:lineRule="auto"/>
              <w:jc w:val="center"/>
              <w:rPr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债权人对地址及联系方式的确认</w:t>
            </w:r>
          </w:p>
        </w:tc>
        <w:tc>
          <w:tcPr>
            <w:tcW w:w="6252" w:type="dxa"/>
          </w:tcPr>
          <w:p w14:paraId="5966FDAD">
            <w:pPr>
              <w:spacing w:line="480" w:lineRule="auto"/>
              <w:ind w:firstLine="480" w:firstLineChars="200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我已经如实提供地址及联系方式等信息，并保证上述联系地址等信息准确、有效，如有变更保证及时通报管理人，如未通报由我承担不利后果。</w:t>
            </w:r>
          </w:p>
          <w:p w14:paraId="4573ADE6">
            <w:pPr>
              <w:spacing w:line="480" w:lineRule="auto"/>
              <w:rPr>
                <w:kern w:val="0"/>
                <w:sz w:val="24"/>
                <w:szCs w:val="24"/>
                <w:u w:val="single"/>
              </w:rPr>
            </w:pPr>
            <w:r>
              <w:rPr>
                <w:kern w:val="0"/>
                <w:sz w:val="24"/>
                <w:szCs w:val="24"/>
              </w:rPr>
              <w:t xml:space="preserve">           </w:t>
            </w:r>
            <w:r>
              <w:rPr>
                <w:rFonts w:hint="eastAsia"/>
                <w:kern w:val="0"/>
                <w:sz w:val="24"/>
                <w:szCs w:val="24"/>
              </w:rPr>
              <w:t>债权人签名或盖章：</w:t>
            </w:r>
            <w:r>
              <w:rPr>
                <w:kern w:val="0"/>
                <w:sz w:val="24"/>
                <w:szCs w:val="24"/>
                <w:u w:val="single"/>
              </w:rPr>
              <w:t xml:space="preserve">                  </w:t>
            </w:r>
          </w:p>
          <w:p w14:paraId="549FEF52">
            <w:pPr>
              <w:spacing w:line="480" w:lineRule="auto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 xml:space="preserve">                             </w:t>
            </w:r>
            <w:r>
              <w:rPr>
                <w:rFonts w:hint="eastAsia"/>
                <w:kern w:val="0"/>
                <w:sz w:val="24"/>
                <w:szCs w:val="24"/>
              </w:rPr>
              <w:t>年</w:t>
            </w:r>
            <w:r>
              <w:rPr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/>
                <w:kern w:val="0"/>
                <w:sz w:val="24"/>
                <w:szCs w:val="24"/>
              </w:rPr>
              <w:t>月</w:t>
            </w:r>
            <w:r>
              <w:rPr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/>
                <w:kern w:val="0"/>
                <w:sz w:val="24"/>
                <w:szCs w:val="24"/>
              </w:rPr>
              <w:t>日</w:t>
            </w:r>
          </w:p>
        </w:tc>
      </w:tr>
      <w:tr w14:paraId="2CD34F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270" w:type="dxa"/>
            <w:vAlign w:val="center"/>
          </w:tcPr>
          <w:p w14:paraId="12788FDC">
            <w:pPr>
              <w:spacing w:line="480" w:lineRule="auto"/>
              <w:jc w:val="center"/>
              <w:rPr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备</w:t>
            </w:r>
            <w:r>
              <w:rPr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注</w:t>
            </w:r>
          </w:p>
        </w:tc>
        <w:tc>
          <w:tcPr>
            <w:tcW w:w="6252" w:type="dxa"/>
          </w:tcPr>
          <w:p w14:paraId="39896B0C">
            <w:pPr>
              <w:spacing w:line="480" w:lineRule="auto"/>
              <w:rPr>
                <w:kern w:val="0"/>
                <w:sz w:val="24"/>
                <w:szCs w:val="24"/>
              </w:rPr>
            </w:pPr>
          </w:p>
          <w:p w14:paraId="7A73F29E">
            <w:pPr>
              <w:spacing w:line="480" w:lineRule="auto"/>
              <w:rPr>
                <w:kern w:val="0"/>
                <w:sz w:val="24"/>
                <w:szCs w:val="24"/>
              </w:rPr>
            </w:pPr>
          </w:p>
        </w:tc>
      </w:tr>
    </w:tbl>
    <w:p w14:paraId="46F1465E">
      <w:pPr>
        <w:ind w:firstLine="2640" w:firstLineChars="1100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本件一式两份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1AF57A">
    <w:pPr>
      <w:pStyle w:val="4"/>
      <w:rPr>
        <w:rFonts w:hint="default" w:cs="Arial"/>
        <w:b w:val="0"/>
        <w:bCs w:val="0"/>
        <w:color w:val="000000"/>
        <w:spacing w:val="0"/>
        <w:kern w:val="0"/>
        <w:sz w:val="18"/>
        <w:szCs w:val="18"/>
        <w:lang w:val="en-US" w:eastAsia="zh-CN"/>
      </w:rPr>
    </w:pPr>
    <w:r>
      <w:rPr>
        <w:rFonts w:hint="eastAsia"/>
        <w:szCs w:val="21"/>
        <w:lang w:val="en-US" w:eastAsia="zh-CN"/>
      </w:rPr>
      <w:t>宁波奉化精密铸造厂管</w:t>
    </w:r>
    <w:r>
      <w:rPr>
        <w:rFonts w:hint="eastAsia"/>
        <w:szCs w:val="21"/>
        <w:lang w:eastAsia="zh-CN"/>
      </w:rPr>
      <w:t>理人</w:t>
    </w:r>
    <w:r>
      <w:rPr>
        <w:rFonts w:hint="eastAsia" w:cs="Arial"/>
        <w:b w:val="0"/>
        <w:bCs w:val="0"/>
        <w:color w:val="000000"/>
        <w:spacing w:val="0"/>
        <w:kern w:val="0"/>
        <w:sz w:val="18"/>
        <w:szCs w:val="18"/>
        <w:lang w:val="en-US" w:eastAsia="zh-CN"/>
      </w:rPr>
      <w:t>破产清算案</w:t>
    </w:r>
  </w:p>
  <w:p w14:paraId="316B9AD4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NkZjViMGRkYjIyMDdhNmVkZjMxYmJkZGYzYTc4MGMifQ=="/>
  </w:docVars>
  <w:rsids>
    <w:rsidRoot w:val="00414110"/>
    <w:rsid w:val="00065504"/>
    <w:rsid w:val="0013712B"/>
    <w:rsid w:val="00193664"/>
    <w:rsid w:val="001A7EC6"/>
    <w:rsid w:val="00223118"/>
    <w:rsid w:val="003A2BAC"/>
    <w:rsid w:val="003A7216"/>
    <w:rsid w:val="00414110"/>
    <w:rsid w:val="00415348"/>
    <w:rsid w:val="006002E8"/>
    <w:rsid w:val="007C2490"/>
    <w:rsid w:val="007F44EC"/>
    <w:rsid w:val="007F5089"/>
    <w:rsid w:val="009E3B16"/>
    <w:rsid w:val="00A70277"/>
    <w:rsid w:val="00A97EE2"/>
    <w:rsid w:val="00AA5DD8"/>
    <w:rsid w:val="00AA61D5"/>
    <w:rsid w:val="00AC6E91"/>
    <w:rsid w:val="00B27480"/>
    <w:rsid w:val="00C04335"/>
    <w:rsid w:val="00CB2FE3"/>
    <w:rsid w:val="00E03E40"/>
    <w:rsid w:val="00E553EB"/>
    <w:rsid w:val="00EC10A9"/>
    <w:rsid w:val="00ED0D73"/>
    <w:rsid w:val="19B8303C"/>
    <w:rsid w:val="33D8534E"/>
    <w:rsid w:val="3CCB284F"/>
    <w:rsid w:val="58373DE5"/>
    <w:rsid w:val="6FBB592C"/>
    <w:rsid w:val="71402523"/>
    <w:rsid w:val="793E5435"/>
    <w:rsid w:val="79C625F4"/>
    <w:rsid w:val="7AF90846"/>
    <w:rsid w:val="7E52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6">
    <w:name w:val="Table Grid"/>
    <w:basedOn w:val="5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Heading 2 Char"/>
    <w:basedOn w:val="7"/>
    <w:link w:val="2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9">
    <w:name w:val="Footer Char"/>
    <w:semiHidden/>
    <w:qFormat/>
    <w:locked/>
    <w:uiPriority w:val="99"/>
    <w:rPr>
      <w:sz w:val="18"/>
    </w:rPr>
  </w:style>
  <w:style w:type="character" w:customStyle="1" w:styleId="10">
    <w:name w:val="Header Char"/>
    <w:semiHidden/>
    <w:qFormat/>
    <w:locked/>
    <w:uiPriority w:val="99"/>
    <w:rPr>
      <w:sz w:val="18"/>
    </w:rPr>
  </w:style>
  <w:style w:type="character" w:customStyle="1" w:styleId="11">
    <w:name w:val="Header Char1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Footer Char1"/>
    <w:basedOn w:val="7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1</Pages>
  <Words>191</Words>
  <Characters>191</Characters>
  <Lines>0</Lines>
  <Paragraphs>0</Paragraphs>
  <TotalTime>0</TotalTime>
  <ScaleCrop>false</ScaleCrop>
  <LinksUpToDate>false</LinksUpToDate>
  <CharactersWithSpaces>287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2019-01-25T09:54:00Z</dcterms:created>
  <dc:creator>SUHAO-01</dc:creator>
  <cp:lastModifiedBy>Admin</cp:lastModifiedBy>
  <dcterms:modified xsi:type="dcterms:W3CDTF">2025-03-04T09:35:04Z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A9712AD94DF6407381C5D2BC42EF6520</vt:lpwstr>
  </property>
  <property fmtid="{D5CDD505-2E9C-101B-9397-08002B2CF9AE}" pid="4" name="KSOTemplateDocerSaveRecord">
    <vt:lpwstr>eyJoZGlkIjoiZWNkZjViMGRkYjIyMDdhNmVkZjMxYmJkZGYzYTc4MGMifQ==</vt:lpwstr>
  </property>
</Properties>
</file>